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FCDD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37CEF9C6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B517A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4E6520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="00DC6D0C" w:rsidRPr="000B517A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E6520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7B5DC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98696FC" w14:textId="581D5729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4E6520">
        <w:rPr>
          <w:rFonts w:ascii="Corbel" w:hAnsi="Corbel"/>
          <w:sz w:val="20"/>
          <w:szCs w:val="20"/>
        </w:rPr>
        <w:t>1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4E6520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21806A0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1913B5AF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09B9E088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Mikrofinanse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1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2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43D83D65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BA1407D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</w:t>
            </w:r>
            <w:proofErr w:type="spellStart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Adamek J., Mikrofinanse islamskie – założenia, produkty, praktyka,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185CC" w14:textId="77777777" w:rsidR="00991D6F" w:rsidRDefault="00991D6F" w:rsidP="00C16ABF">
      <w:pPr>
        <w:spacing w:after="0" w:line="240" w:lineRule="auto"/>
      </w:pPr>
      <w:r>
        <w:separator/>
      </w:r>
    </w:p>
  </w:endnote>
  <w:endnote w:type="continuationSeparator" w:id="0">
    <w:p w14:paraId="4C6C50F2" w14:textId="77777777" w:rsidR="00991D6F" w:rsidRDefault="00991D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E99DA" w14:textId="77777777" w:rsidR="00991D6F" w:rsidRDefault="00991D6F" w:rsidP="00C16ABF">
      <w:pPr>
        <w:spacing w:after="0" w:line="240" w:lineRule="auto"/>
      </w:pPr>
      <w:r>
        <w:separator/>
      </w:r>
    </w:p>
  </w:footnote>
  <w:footnote w:type="continuationSeparator" w:id="0">
    <w:p w14:paraId="1E73B2BA" w14:textId="77777777" w:rsidR="00991D6F" w:rsidRDefault="00991D6F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520"/>
    <w:rsid w:val="004F1551"/>
    <w:rsid w:val="004F55A3"/>
    <w:rsid w:val="0050496F"/>
    <w:rsid w:val="00513B6F"/>
    <w:rsid w:val="00517C63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1D6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425B2"/>
    <w:rsid w:val="00D428D6"/>
    <w:rsid w:val="00D552B2"/>
    <w:rsid w:val="00D608D1"/>
    <w:rsid w:val="00D74119"/>
    <w:rsid w:val="00D8075B"/>
    <w:rsid w:val="00D86201"/>
    <w:rsid w:val="00D8678B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911A59-4F14-46D1-83E1-ABBA8CB2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953</Words>
  <Characters>5721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2020-12-15T14:14:00Z</dcterms:created>
  <dcterms:modified xsi:type="dcterms:W3CDTF">2021-11-04T14:00:00Z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